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E78" w:rsidRDefault="00735E78" w:rsidP="00735E78">
      <w:pPr>
        <w:pStyle w:val="Default"/>
        <w:jc w:val="center"/>
      </w:pPr>
    </w:p>
    <w:p w:rsidR="00735E78" w:rsidRDefault="00735E78" w:rsidP="00735E78">
      <w:pPr>
        <w:pStyle w:val="Default"/>
        <w:jc w:val="center"/>
      </w:pPr>
    </w:p>
    <w:p w:rsidR="00735E78" w:rsidRDefault="00735E78" w:rsidP="00735E78">
      <w:pPr>
        <w:pStyle w:val="Default"/>
        <w:jc w:val="center"/>
      </w:pPr>
    </w:p>
    <w:p w:rsidR="00735E78" w:rsidRDefault="00735E78" w:rsidP="00735E78">
      <w:pPr>
        <w:pStyle w:val="Default"/>
        <w:jc w:val="center"/>
      </w:pPr>
    </w:p>
    <w:p w:rsidR="00735E78" w:rsidRDefault="00735E78" w:rsidP="00735E78">
      <w:pPr>
        <w:pStyle w:val="Default"/>
        <w:jc w:val="center"/>
      </w:pPr>
    </w:p>
    <w:p w:rsidR="00735E78" w:rsidRDefault="00735E78" w:rsidP="00735E78">
      <w:pPr>
        <w:pStyle w:val="Default"/>
        <w:jc w:val="center"/>
        <w:rPr>
          <w:b/>
          <w:bCs/>
          <w:sz w:val="40"/>
          <w:szCs w:val="40"/>
        </w:rPr>
      </w:pPr>
      <w:r>
        <w:tab/>
      </w:r>
      <w:r>
        <w:rPr>
          <w:b/>
          <w:bCs/>
          <w:sz w:val="40"/>
          <w:szCs w:val="40"/>
        </w:rPr>
        <w:t>MODALITES DE RESERVATION</w:t>
      </w:r>
    </w:p>
    <w:p w:rsidR="00735E78" w:rsidRDefault="00735E78" w:rsidP="00735E78">
      <w:pPr>
        <w:pStyle w:val="Default"/>
        <w:jc w:val="center"/>
        <w:rPr>
          <w:sz w:val="40"/>
          <w:szCs w:val="40"/>
        </w:rPr>
      </w:pPr>
    </w:p>
    <w:p w:rsidR="00735E78" w:rsidRDefault="00735E78" w:rsidP="00735E78">
      <w:pPr>
        <w:pStyle w:val="Default"/>
        <w:jc w:val="center"/>
        <w:rPr>
          <w:b/>
          <w:bCs/>
          <w:i/>
          <w:iCs/>
          <w:color w:val="FF0000"/>
          <w:sz w:val="28"/>
          <w:szCs w:val="28"/>
        </w:rPr>
      </w:pPr>
      <w:r w:rsidRPr="00E41063">
        <w:rPr>
          <w:b/>
          <w:bCs/>
          <w:i/>
          <w:iCs/>
          <w:color w:val="FF0000"/>
          <w:sz w:val="28"/>
          <w:szCs w:val="28"/>
        </w:rPr>
        <w:t>Toute réservation doit être remplie et signée sur les imprimés mis à disposition accompagnée d’un acompte de 50 %</w:t>
      </w:r>
    </w:p>
    <w:p w:rsidR="00735E78" w:rsidRPr="00E41063" w:rsidRDefault="00735E78" w:rsidP="00735E78">
      <w:pPr>
        <w:pStyle w:val="Default"/>
        <w:jc w:val="center"/>
        <w:rPr>
          <w:color w:val="FF0000"/>
          <w:sz w:val="28"/>
          <w:szCs w:val="28"/>
        </w:rPr>
      </w:pPr>
    </w:p>
    <w:p w:rsidR="00735E78" w:rsidRDefault="00735E78" w:rsidP="00735E78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Le solde sera effectué au prorata des absences justifiées à la fin de la période.</w:t>
      </w:r>
    </w:p>
    <w:p w:rsidR="00735E78" w:rsidRDefault="00735E78" w:rsidP="00735E78">
      <w:pPr>
        <w:pStyle w:val="Default"/>
        <w:jc w:val="center"/>
        <w:rPr>
          <w:sz w:val="23"/>
          <w:szCs w:val="23"/>
        </w:rPr>
      </w:pPr>
    </w:p>
    <w:p w:rsidR="00486766" w:rsidRDefault="00735E78" w:rsidP="00735E78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Toutes annulations</w:t>
      </w:r>
      <w:r w:rsidR="00486766">
        <w:rPr>
          <w:sz w:val="23"/>
          <w:szCs w:val="23"/>
        </w:rPr>
        <w:t xml:space="preserve"> ou modifications </w:t>
      </w:r>
      <w:r>
        <w:rPr>
          <w:sz w:val="23"/>
          <w:szCs w:val="23"/>
        </w:rPr>
        <w:t xml:space="preserve"> de réservations se feront sur présentation </w:t>
      </w:r>
    </w:p>
    <w:p w:rsidR="00735E78" w:rsidRDefault="00735E78" w:rsidP="00486766">
      <w:pPr>
        <w:pStyle w:val="Default"/>
        <w:jc w:val="center"/>
        <w:rPr>
          <w:sz w:val="23"/>
          <w:szCs w:val="23"/>
        </w:rPr>
      </w:pPr>
      <w:proofErr w:type="gramStart"/>
      <w:r>
        <w:rPr>
          <w:sz w:val="23"/>
          <w:szCs w:val="23"/>
        </w:rPr>
        <w:t>d’un</w:t>
      </w:r>
      <w:proofErr w:type="gramEnd"/>
      <w:r>
        <w:rPr>
          <w:sz w:val="23"/>
          <w:szCs w:val="23"/>
        </w:rPr>
        <w:t xml:space="preserve"> justificatif médical sous 48 heures (maladie, rendez-vous médical)</w:t>
      </w:r>
    </w:p>
    <w:p w:rsidR="00735E78" w:rsidRDefault="00735E78" w:rsidP="00735E78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Si un rendez-vous médical est pris, prévenir dès sa confirmation afin de libérer des places.</w:t>
      </w:r>
    </w:p>
    <w:p w:rsidR="00735E78" w:rsidRDefault="00735E78" w:rsidP="00735E78">
      <w:pPr>
        <w:pStyle w:val="Default"/>
        <w:jc w:val="center"/>
        <w:rPr>
          <w:sz w:val="23"/>
          <w:szCs w:val="23"/>
        </w:rPr>
      </w:pPr>
    </w:p>
    <w:p w:rsidR="00735E78" w:rsidRDefault="00735E78" w:rsidP="00735E78">
      <w:pPr>
        <w:pStyle w:val="Default"/>
        <w:jc w:val="center"/>
        <w:rPr>
          <w:sz w:val="23"/>
          <w:szCs w:val="23"/>
        </w:rPr>
      </w:pPr>
    </w:p>
    <w:p w:rsidR="00735E78" w:rsidRDefault="00735E78" w:rsidP="00735E78">
      <w:pPr>
        <w:pStyle w:val="Default"/>
        <w:jc w:val="center"/>
        <w:rPr>
          <w:sz w:val="23"/>
          <w:szCs w:val="23"/>
        </w:rPr>
      </w:pPr>
    </w:p>
    <w:p w:rsidR="00735E78" w:rsidRDefault="00735E78" w:rsidP="00735E7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Par courrier : Veuillez contacter le secrétariat pour vérifier la prise en compte de votre réservation.</w:t>
      </w:r>
    </w:p>
    <w:p w:rsidR="00735E78" w:rsidRDefault="00735E78" w:rsidP="00735E78">
      <w:pPr>
        <w:pStyle w:val="Default"/>
        <w:rPr>
          <w:sz w:val="28"/>
          <w:szCs w:val="28"/>
        </w:rPr>
      </w:pPr>
    </w:p>
    <w:p w:rsidR="00735E78" w:rsidRDefault="00735E78" w:rsidP="00735E78">
      <w:pPr>
        <w:pStyle w:val="Default"/>
        <w:rPr>
          <w:sz w:val="28"/>
          <w:szCs w:val="28"/>
        </w:rPr>
      </w:pPr>
    </w:p>
    <w:p w:rsidR="00735E78" w:rsidRDefault="00735E78" w:rsidP="00735E78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Pour toute réservation, vous pouvez la déposer :</w:t>
      </w:r>
    </w:p>
    <w:p w:rsidR="00735E78" w:rsidRDefault="00735E78" w:rsidP="00735E78">
      <w:pPr>
        <w:pStyle w:val="Default"/>
        <w:rPr>
          <w:sz w:val="28"/>
          <w:szCs w:val="28"/>
        </w:rPr>
      </w:pPr>
    </w:p>
    <w:p w:rsidR="00735E78" w:rsidRPr="00E41063" w:rsidRDefault="00735E78" w:rsidP="00735E78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E41063">
        <w:rPr>
          <w:b/>
          <w:bCs/>
          <w:sz w:val="28"/>
          <w:szCs w:val="28"/>
          <w:u w:val="single"/>
        </w:rPr>
        <w:t>Mercredis et Vacances scolaires du lundi au vendredi</w:t>
      </w:r>
    </w:p>
    <w:p w:rsidR="00735E78" w:rsidRDefault="00735E78" w:rsidP="00735E78">
      <w:pPr>
        <w:pStyle w:val="Default"/>
        <w:jc w:val="center"/>
        <w:rPr>
          <w:sz w:val="28"/>
          <w:szCs w:val="28"/>
        </w:rPr>
      </w:pPr>
    </w:p>
    <w:p w:rsidR="00735E78" w:rsidRDefault="00735E78" w:rsidP="00735E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10h-12h / 13h30-16h30 /18h-19h</w:t>
      </w:r>
    </w:p>
    <w:p w:rsidR="00735E78" w:rsidRDefault="00735E78" w:rsidP="00735E78">
      <w:pPr>
        <w:pStyle w:val="Default"/>
        <w:jc w:val="center"/>
        <w:rPr>
          <w:sz w:val="28"/>
          <w:szCs w:val="28"/>
        </w:rPr>
      </w:pPr>
    </w:p>
    <w:p w:rsidR="00735E78" w:rsidRDefault="00735E78" w:rsidP="00735E78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E41063">
        <w:rPr>
          <w:b/>
          <w:bCs/>
          <w:sz w:val="28"/>
          <w:szCs w:val="28"/>
          <w:u w:val="single"/>
        </w:rPr>
        <w:t>Hors vacances scolaires</w:t>
      </w:r>
    </w:p>
    <w:p w:rsidR="00735E78" w:rsidRPr="00E41063" w:rsidRDefault="00735E78" w:rsidP="00735E78">
      <w:pPr>
        <w:pStyle w:val="Default"/>
        <w:jc w:val="center"/>
        <w:rPr>
          <w:sz w:val="28"/>
          <w:szCs w:val="28"/>
          <w:u w:val="single"/>
        </w:rPr>
      </w:pPr>
      <w:bookmarkStart w:id="0" w:name="_GoBack"/>
      <w:bookmarkEnd w:id="0"/>
    </w:p>
    <w:p w:rsidR="00735E78" w:rsidRDefault="00735E78" w:rsidP="00735E7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Le lundi de 8h30 à 12h00 et 13h30 à 17h</w:t>
      </w:r>
    </w:p>
    <w:p w:rsidR="00735E78" w:rsidRDefault="00735E78" w:rsidP="00735E7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Le mardi et jeudi de 8h30 à 12h</w:t>
      </w:r>
    </w:p>
    <w:p w:rsidR="00735E78" w:rsidRDefault="00735E78" w:rsidP="00735E7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Le vendredi de 8h30 à 12h et de 14 h à 17 h</w:t>
      </w:r>
    </w:p>
    <w:p w:rsidR="00735E78" w:rsidRDefault="00735E78" w:rsidP="00735E78">
      <w:pPr>
        <w:jc w:val="center"/>
        <w:rPr>
          <w:b/>
        </w:rPr>
      </w:pPr>
      <w:r>
        <w:rPr>
          <w:b/>
          <w:bCs/>
          <w:sz w:val="28"/>
          <w:szCs w:val="28"/>
        </w:rPr>
        <w:t>Le samedi de 15 h à 19 h</w:t>
      </w:r>
    </w:p>
    <w:p w:rsidR="00735E78" w:rsidRDefault="00735E78" w:rsidP="00735E78">
      <w:pPr>
        <w:jc w:val="center"/>
        <w:rPr>
          <w:b/>
        </w:rPr>
      </w:pPr>
    </w:p>
    <w:p w:rsidR="00476E4B" w:rsidRPr="00500E61" w:rsidRDefault="00476E4B" w:rsidP="00500E61">
      <w:pPr>
        <w:tabs>
          <w:tab w:val="left" w:pos="3732"/>
        </w:tabs>
      </w:pPr>
    </w:p>
    <w:sectPr w:rsidR="00476E4B" w:rsidRPr="00500E61" w:rsidSect="00500E61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266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1BF" w:rsidRDefault="001141BF" w:rsidP="00F37983">
      <w:pPr>
        <w:spacing w:after="0"/>
      </w:pPr>
      <w:r>
        <w:separator/>
      </w:r>
    </w:p>
  </w:endnote>
  <w:endnote w:type="continuationSeparator" w:id="0">
    <w:p w:rsidR="001141BF" w:rsidRDefault="001141BF" w:rsidP="00F379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983" w:rsidRDefault="00F37983" w:rsidP="00F37983">
    <w:pPr>
      <w:pBdr>
        <w:top w:val="single" w:sz="4" w:space="1" w:color="auto"/>
      </w:pBdr>
      <w:spacing w:after="0"/>
      <w:ind w:left="851" w:right="850"/>
      <w:jc w:val="center"/>
      <w:rPr>
        <w:sz w:val="22"/>
      </w:rPr>
    </w:pPr>
    <w:r>
      <w:rPr>
        <w:sz w:val="22"/>
      </w:rPr>
      <w:t>27, allée des petits rois - 33400 Talence - Tel. 05.56.84.93.23 - Fax 05.56.84.34.05</w:t>
    </w:r>
  </w:p>
  <w:p w:rsidR="00F37983" w:rsidRDefault="001141BF" w:rsidP="00735E78">
    <w:pPr>
      <w:pStyle w:val="Pieddepage"/>
      <w:jc w:val="center"/>
    </w:pPr>
    <w:hyperlink r:id="rId1" w:history="1">
      <w:r w:rsidR="00F37983">
        <w:rPr>
          <w:rStyle w:val="Lienhypertexte"/>
          <w:sz w:val="22"/>
        </w:rPr>
        <w:t>asso.despetitsrois@gmail.com</w:t>
      </w:r>
    </w:hyperlink>
  </w:p>
  <w:p w:rsidR="00F37983" w:rsidRDefault="00F37983" w:rsidP="00F37983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E61" w:rsidRDefault="00500E61" w:rsidP="00500E61">
    <w:pPr>
      <w:pBdr>
        <w:top w:val="single" w:sz="4" w:space="1" w:color="auto"/>
      </w:pBdr>
      <w:spacing w:after="0"/>
      <w:ind w:left="851" w:right="850"/>
      <w:jc w:val="center"/>
      <w:rPr>
        <w:sz w:val="22"/>
      </w:rPr>
    </w:pPr>
    <w:r>
      <w:rPr>
        <w:sz w:val="22"/>
      </w:rPr>
      <w:t>27, allée des petits rois - 33400 Talence - Tel. 05.</w:t>
    </w:r>
    <w:r w:rsidR="0076129E">
      <w:rPr>
        <w:sz w:val="22"/>
      </w:rPr>
      <w:t xml:space="preserve">56.84.93.23 - </w:t>
    </w:r>
  </w:p>
  <w:p w:rsidR="00500E61" w:rsidRDefault="00FC27AC" w:rsidP="00500E61">
    <w:pPr>
      <w:pStyle w:val="Pieddepage"/>
      <w:jc w:val="center"/>
      <w:rPr>
        <w:rStyle w:val="Lienhypertexte"/>
        <w:sz w:val="22"/>
      </w:rPr>
    </w:pPr>
    <w:hyperlink r:id="rId1" w:history="1">
      <w:r w:rsidRPr="004938B3">
        <w:rPr>
          <w:rStyle w:val="Lienhypertexte"/>
          <w:sz w:val="22"/>
        </w:rPr>
        <w:t>contact@ludiloisirs.fr</w:t>
      </w:r>
    </w:hyperlink>
    <w:r>
      <w:rPr>
        <w:sz w:val="22"/>
      </w:rPr>
      <w:t xml:space="preserve">  /  www.ludiloisirs.fr</w:t>
    </w:r>
  </w:p>
  <w:p w:rsidR="00500E61" w:rsidRDefault="00500E61" w:rsidP="00500E61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1BF" w:rsidRDefault="001141BF" w:rsidP="00F37983">
      <w:pPr>
        <w:spacing w:after="0"/>
      </w:pPr>
      <w:r>
        <w:separator/>
      </w:r>
    </w:p>
  </w:footnote>
  <w:footnote w:type="continuationSeparator" w:id="0">
    <w:p w:rsidR="001141BF" w:rsidRDefault="001141BF" w:rsidP="00F379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983" w:rsidRDefault="00F37983">
    <w:pPr>
      <w:pStyle w:val="En-tte"/>
    </w:pPr>
  </w:p>
  <w:p w:rsidR="00F37983" w:rsidRDefault="00F3798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E61" w:rsidRDefault="0076129E" w:rsidP="0076129E">
    <w:pPr>
      <w:pStyle w:val="En-tte"/>
      <w:ind w:firstLine="708"/>
    </w:pPr>
    <w:r w:rsidRPr="0076129E">
      <w:rPr>
        <w:noProof/>
        <w:lang w:eastAsia="fr-FR"/>
      </w:rPr>
      <w:drawing>
        <wp:inline distT="0" distB="0" distL="0" distR="0">
          <wp:extent cx="1562187" cy="1595886"/>
          <wp:effectExtent l="0" t="0" r="0" b="4445"/>
          <wp:docPr id="10" name="Image 10" descr="C:\Users\Accueil\Desktop\2017-04-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ccueil\Desktop\2017-04-2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46" cy="1610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E61"/>
    <w:rsid w:val="001141BF"/>
    <w:rsid w:val="00476E4B"/>
    <w:rsid w:val="00486766"/>
    <w:rsid w:val="00500E61"/>
    <w:rsid w:val="005B78B9"/>
    <w:rsid w:val="006143FD"/>
    <w:rsid w:val="006F580B"/>
    <w:rsid w:val="00735E78"/>
    <w:rsid w:val="0076129E"/>
    <w:rsid w:val="007620CD"/>
    <w:rsid w:val="008B2BF5"/>
    <w:rsid w:val="009E15F8"/>
    <w:rsid w:val="00BC46AC"/>
    <w:rsid w:val="00F37983"/>
    <w:rsid w:val="00FC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C4DB33-C52C-4990-9F8F-9A08535A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4"/>
        <w:szCs w:val="22"/>
        <w:lang w:val="fr-FR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798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F37983"/>
  </w:style>
  <w:style w:type="paragraph" w:styleId="Pieddepage">
    <w:name w:val="footer"/>
    <w:basedOn w:val="Normal"/>
    <w:link w:val="PieddepageCar"/>
    <w:uiPriority w:val="99"/>
    <w:unhideWhenUsed/>
    <w:rsid w:val="00F3798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F37983"/>
  </w:style>
  <w:style w:type="paragraph" w:styleId="Textedebulles">
    <w:name w:val="Balloon Text"/>
    <w:basedOn w:val="Normal"/>
    <w:link w:val="TextedebullesCar"/>
    <w:uiPriority w:val="99"/>
    <w:semiHidden/>
    <w:unhideWhenUsed/>
    <w:rsid w:val="00F3798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798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F37983"/>
    <w:rPr>
      <w:color w:val="0000FF" w:themeColor="hyperlink"/>
      <w:u w:val="single"/>
    </w:rPr>
  </w:style>
  <w:style w:type="paragraph" w:customStyle="1" w:styleId="Default">
    <w:name w:val="Default"/>
    <w:rsid w:val="00735E7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sso.despetitsrois@gmail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ludiloisirs.f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cueil\Desktop\DOCUMENTS%20ASSO\Entete%20LIBR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Entete LIBRE</Template>
  <TotalTime>21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GRETA DE BORDEAUX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</dc:creator>
  <cp:keywords/>
  <dc:description/>
  <cp:lastModifiedBy>novenci</cp:lastModifiedBy>
  <cp:revision>10</cp:revision>
  <cp:lastPrinted>2017-04-25T08:41:00Z</cp:lastPrinted>
  <dcterms:created xsi:type="dcterms:W3CDTF">2014-07-01T08:24:00Z</dcterms:created>
  <dcterms:modified xsi:type="dcterms:W3CDTF">2017-08-10T13:25:00Z</dcterms:modified>
</cp:coreProperties>
</file>